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7" w:rsidRPr="00B01F0D" w:rsidRDefault="00441317" w:rsidP="00B01F0D">
      <w:pPr>
        <w:autoSpaceDE w:val="0"/>
        <w:autoSpaceDN w:val="0"/>
        <w:adjustRightInd w:val="0"/>
        <w:spacing w:after="0" w:line="240" w:lineRule="auto"/>
        <w:rPr>
          <w:rFonts w:ascii="DAGKOJ+TimesNewRoman,Bold" w:hAnsi="DAGKOJ+TimesNewRoman,Bold" w:cs="DAGKOJ+TimesNewRoman,Bold"/>
          <w:color w:val="000000"/>
          <w:sz w:val="24"/>
          <w:szCs w:val="24"/>
        </w:rPr>
      </w:pPr>
    </w:p>
    <w:p w:rsidR="00441317" w:rsidRPr="009E5EF4" w:rsidRDefault="00441317" w:rsidP="00B01F0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B01F0D">
        <w:rPr>
          <w:rFonts w:ascii="DAGKOJ+TimesNewRoman,Bold" w:hAnsi="DAGKOJ+TimesNewRoman,Bold"/>
          <w:sz w:val="24"/>
          <w:szCs w:val="24"/>
        </w:rPr>
        <w:t xml:space="preserve"> </w:t>
      </w:r>
      <w:r w:rsidRPr="009E5EF4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Heritage Studies </w:t>
      </w:r>
      <w:r w:rsidRPr="009E5EF4">
        <w:rPr>
          <w:rFonts w:ascii="Times New Roman" w:hAnsi="Times New Roman"/>
          <w:b/>
          <w:bCs/>
          <w:color w:val="000000"/>
          <w:sz w:val="28"/>
          <w:szCs w:val="28"/>
        </w:rPr>
        <w:t xml:space="preserve">Syllabus </w:t>
      </w:r>
    </w:p>
    <w:p w:rsidR="00441317" w:rsidRDefault="00441317" w:rsidP="00B01F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smartTag w:uri="urn:schemas-microsoft-com:office:smarttags" w:element="place">
        <w:smartTag w:uri="urn:schemas-microsoft-com:office:smarttags" w:element="PlaceName">
          <w:r w:rsidRPr="009E5EF4">
            <w:rPr>
              <w:rFonts w:ascii="Times New Roman" w:hAnsi="Times New Roman"/>
              <w:color w:val="000000"/>
              <w:sz w:val="28"/>
              <w:szCs w:val="28"/>
            </w:rPr>
            <w:t>Broadfording</w:t>
          </w:r>
        </w:smartTag>
        <w:r w:rsidRPr="009E5EF4">
          <w:rPr>
            <w:rFonts w:ascii="Times New Roman" w:hAnsi="Times New Roman"/>
            <w:color w:val="000000"/>
            <w:sz w:val="28"/>
            <w:szCs w:val="28"/>
          </w:rPr>
          <w:t xml:space="preserve"> </w:t>
        </w:r>
        <w:smartTag w:uri="urn:schemas-microsoft-com:office:smarttags" w:element="PlaceName">
          <w:r w:rsidRPr="009E5EF4">
            <w:rPr>
              <w:rFonts w:ascii="Times New Roman" w:hAnsi="Times New Roman"/>
              <w:color w:val="000000"/>
              <w:sz w:val="28"/>
              <w:szCs w:val="28"/>
            </w:rPr>
            <w:t>Christian</w:t>
          </w:r>
        </w:smartTag>
        <w:r w:rsidRPr="009E5EF4">
          <w:rPr>
            <w:rFonts w:ascii="Times New Roman" w:hAnsi="Times New Roman"/>
            <w:color w:val="000000"/>
            <w:sz w:val="28"/>
            <w:szCs w:val="28"/>
          </w:rPr>
          <w:t xml:space="preserve"> </w:t>
        </w:r>
        <w:smartTag w:uri="urn:schemas-microsoft-com:office:smarttags" w:element="PlaceName">
          <w:r w:rsidRPr="009E5EF4">
            <w:rPr>
              <w:rFonts w:ascii="Times New Roman" w:hAnsi="Times New Roman"/>
              <w:color w:val="000000"/>
              <w:sz w:val="28"/>
              <w:szCs w:val="28"/>
            </w:rPr>
            <w:t>Academy</w:t>
          </w:r>
        </w:smartTag>
      </w:smartTag>
      <w:r w:rsidRPr="009E5EF4">
        <w:rPr>
          <w:rFonts w:ascii="Times New Roman" w:hAnsi="Times New Roman"/>
          <w:color w:val="000000"/>
          <w:sz w:val="28"/>
          <w:szCs w:val="28"/>
        </w:rPr>
        <w:t xml:space="preserve"> /Mrs. Showalte</w:t>
      </w:r>
      <w:r>
        <w:rPr>
          <w:rFonts w:ascii="Times New Roman" w:hAnsi="Times New Roman"/>
          <w:color w:val="000000"/>
          <w:sz w:val="28"/>
          <w:szCs w:val="28"/>
        </w:rPr>
        <w:t>r</w:t>
      </w:r>
    </w:p>
    <w:p w:rsidR="00441317" w:rsidRPr="009E5EF4" w:rsidRDefault="00441317" w:rsidP="00B01F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Heritage Studies</w:t>
      </w:r>
    </w:p>
    <w:p w:rsidR="00441317" w:rsidRDefault="00441317" w:rsidP="00B01F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TWR</w:t>
      </w:r>
    </w:p>
    <w:p w:rsidR="00441317" w:rsidRPr="009E5EF4" w:rsidRDefault="00441317" w:rsidP="00B01F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Room FH3</w:t>
      </w:r>
    </w:p>
    <w:p w:rsidR="00441317" w:rsidRPr="009E5EF4" w:rsidRDefault="00441317" w:rsidP="00B01F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E5EF4">
        <w:rPr>
          <w:rFonts w:ascii="Times New Roman" w:hAnsi="Times New Roman"/>
          <w:color w:val="000000"/>
          <w:sz w:val="28"/>
          <w:szCs w:val="28"/>
        </w:rPr>
        <w:t xml:space="preserve">E-mail: kshowalter@broadfording.com </w:t>
      </w:r>
    </w:p>
    <w:p w:rsidR="00441317" w:rsidRPr="009E5EF4" w:rsidRDefault="00441317" w:rsidP="00B01F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441317" w:rsidRPr="009E5EF4" w:rsidRDefault="00441317" w:rsidP="00B01F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E5EF4">
        <w:rPr>
          <w:rFonts w:ascii="Times New Roman" w:hAnsi="Times New Roman"/>
          <w:b/>
          <w:bCs/>
          <w:color w:val="000000"/>
          <w:sz w:val="28"/>
          <w:szCs w:val="28"/>
        </w:rPr>
        <w:t xml:space="preserve">Welcome and Introduction </w:t>
      </w:r>
    </w:p>
    <w:p w:rsidR="00441317" w:rsidRPr="009E5EF4" w:rsidRDefault="00441317" w:rsidP="00BB7589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Welcome to Heritage Studies</w:t>
      </w:r>
      <w:r w:rsidRPr="009E5EF4">
        <w:rPr>
          <w:rFonts w:ascii="Times New Roman" w:hAnsi="Times New Roman"/>
          <w:color w:val="000000"/>
          <w:sz w:val="24"/>
          <w:szCs w:val="24"/>
        </w:rPr>
        <w:t>. I’m your teacher, Mrs. Showalter. We’ll be together for the next 36 weeks. In this course, we’ll com</w:t>
      </w:r>
      <w:r>
        <w:rPr>
          <w:rFonts w:ascii="Times New Roman" w:hAnsi="Times New Roman"/>
          <w:color w:val="000000"/>
          <w:sz w:val="24"/>
          <w:szCs w:val="24"/>
        </w:rPr>
        <w:t>e together to help you learn and explore ancient history.</w:t>
      </w:r>
    </w:p>
    <w:p w:rsidR="00441317" w:rsidRPr="009E5EF4" w:rsidRDefault="00441317" w:rsidP="00B01F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E5EF4">
        <w:rPr>
          <w:rFonts w:ascii="Times New Roman" w:hAnsi="Times New Roman"/>
          <w:b/>
          <w:bCs/>
          <w:color w:val="000000"/>
          <w:sz w:val="28"/>
          <w:szCs w:val="28"/>
        </w:rPr>
        <w:t xml:space="preserve">Course Theme </w:t>
      </w:r>
    </w:p>
    <w:p w:rsidR="00441317" w:rsidRPr="00A870EA" w:rsidRDefault="00441317" w:rsidP="00201C8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E5EF4">
        <w:rPr>
          <w:rFonts w:ascii="Times New Roman" w:hAnsi="Times New Roman"/>
          <w:color w:val="000000"/>
          <w:sz w:val="28"/>
          <w:szCs w:val="28"/>
        </w:rPr>
        <w:tab/>
      </w:r>
      <w:r w:rsidRPr="00A870EA">
        <w:rPr>
          <w:rFonts w:ascii="Times New Roman" w:hAnsi="Times New Roman"/>
          <w:sz w:val="24"/>
          <w:szCs w:val="24"/>
        </w:rPr>
        <w:t>If you want to understand today, you have to search yesterday.  ~Pearl Buck</w:t>
      </w:r>
    </w:p>
    <w:p w:rsidR="00441317" w:rsidRPr="009E5EF4" w:rsidRDefault="00441317" w:rsidP="00500A13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441317" w:rsidRPr="009E5EF4" w:rsidRDefault="00441317" w:rsidP="00B01F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E5EF4">
        <w:rPr>
          <w:rFonts w:ascii="Times New Roman" w:hAnsi="Times New Roman"/>
          <w:b/>
          <w:bCs/>
          <w:color w:val="000000"/>
          <w:sz w:val="28"/>
          <w:szCs w:val="28"/>
        </w:rPr>
        <w:t xml:space="preserve">Course Goals </w:t>
      </w:r>
    </w:p>
    <w:p w:rsidR="00441317" w:rsidRPr="00CD326E" w:rsidRDefault="00441317" w:rsidP="00CD326E">
      <w:pPr>
        <w:ind w:left="720"/>
        <w:rPr>
          <w:rFonts w:ascii="Times New Roman" w:hAnsi="Times New Roman"/>
          <w:sz w:val="24"/>
          <w:szCs w:val="24"/>
        </w:rPr>
      </w:pPr>
      <w:r w:rsidRPr="00CD326E">
        <w:rPr>
          <w:rFonts w:ascii="Times New Roman" w:hAnsi="Times New Roman"/>
          <w:sz w:val="24"/>
          <w:szCs w:val="24"/>
        </w:rPr>
        <w:t>Students will study Ancient cultures: Sumerians, Egyptians, Hebrews, Greeks, Romans, Asian, and Central American cultures. We will look at the culture, geography, economy, and government of each people group.</w:t>
      </w:r>
    </w:p>
    <w:p w:rsidR="00441317" w:rsidRPr="009E5EF4" w:rsidRDefault="00441317" w:rsidP="00BB7589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441317" w:rsidRPr="009E5EF4" w:rsidRDefault="00441317" w:rsidP="00B01F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E5EF4">
        <w:rPr>
          <w:rFonts w:ascii="Times New Roman" w:hAnsi="Times New Roman"/>
          <w:b/>
          <w:bCs/>
          <w:color w:val="000000"/>
          <w:sz w:val="28"/>
          <w:szCs w:val="28"/>
        </w:rPr>
        <w:t xml:space="preserve">Course Component Specifics </w:t>
      </w:r>
    </w:p>
    <w:p w:rsidR="00441317" w:rsidRPr="009E5EF4" w:rsidRDefault="00441317" w:rsidP="00BB7589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9E5EF4">
        <w:rPr>
          <w:rFonts w:ascii="Times New Roman" w:hAnsi="Times New Roman"/>
          <w:color w:val="000000"/>
          <w:sz w:val="24"/>
          <w:szCs w:val="24"/>
        </w:rPr>
        <w:t xml:space="preserve">Every student is created in the image of God so everyone will be treated that way, no matter the talents and skills. My classroom will be a safe place to make mistakes, ask questions, and to learn. Plagiarism and cheating have no place in a community of scholars. Have the confidence in yourself to give your original best. This is all that is required of you. </w:t>
      </w:r>
    </w:p>
    <w:p w:rsidR="00441317" w:rsidRPr="009E5EF4" w:rsidRDefault="00441317" w:rsidP="00B01F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441317" w:rsidRPr="009E5EF4" w:rsidRDefault="00441317" w:rsidP="00B01F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9E5EF4">
        <w:rPr>
          <w:rFonts w:ascii="Times New Roman" w:hAnsi="Times New Roman"/>
          <w:b/>
          <w:bCs/>
          <w:color w:val="000000"/>
          <w:sz w:val="28"/>
          <w:szCs w:val="28"/>
        </w:rPr>
        <w:t>Attendance and Make-Up Work</w:t>
      </w:r>
    </w:p>
    <w:p w:rsidR="00441317" w:rsidRPr="009E5EF4" w:rsidRDefault="00441317" w:rsidP="00F52117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 w:rsidRPr="009E5EF4">
        <w:rPr>
          <w:rFonts w:ascii="Times New Roman" w:hAnsi="Times New Roman"/>
          <w:sz w:val="24"/>
          <w:szCs w:val="24"/>
        </w:rPr>
        <w:t xml:space="preserve">If you miss class, make arrangements with me as soon as possible to arrange time for your make-up assignments. You are responsible for getting class notes from a classmate. Make-up assignments are due by the end of the class following the missed class. </w:t>
      </w:r>
    </w:p>
    <w:p w:rsidR="00441317" w:rsidRDefault="00441317" w:rsidP="00F5211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441317" w:rsidRPr="009E5EF4" w:rsidRDefault="00441317" w:rsidP="00F5211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9E5EF4">
        <w:rPr>
          <w:rFonts w:ascii="Times New Roman" w:hAnsi="Times New Roman"/>
          <w:b/>
          <w:bCs/>
          <w:sz w:val="28"/>
          <w:szCs w:val="28"/>
        </w:rPr>
        <w:t xml:space="preserve">Course Requirements and Grading </w:t>
      </w:r>
    </w:p>
    <w:p w:rsidR="00441317" w:rsidRPr="009E5EF4" w:rsidRDefault="00441317" w:rsidP="009E5EF4">
      <w:pPr>
        <w:ind w:left="720"/>
        <w:rPr>
          <w:rFonts w:ascii="Times New Roman" w:hAnsi="Times New Roman"/>
          <w:sz w:val="24"/>
          <w:szCs w:val="24"/>
        </w:rPr>
      </w:pPr>
      <w:r w:rsidRPr="009E5EF4">
        <w:rPr>
          <w:rFonts w:ascii="Times New Roman" w:hAnsi="Times New Roman"/>
          <w:sz w:val="24"/>
          <w:szCs w:val="24"/>
        </w:rPr>
        <w:t>Come to class prepared- book, pencil, and other resources-20 points every marking period.</w:t>
      </w:r>
    </w:p>
    <w:p w:rsidR="00441317" w:rsidRPr="009E5EF4" w:rsidRDefault="00441317" w:rsidP="00BB7589">
      <w:pPr>
        <w:ind w:firstLine="720"/>
        <w:rPr>
          <w:rFonts w:ascii="Times New Roman" w:hAnsi="Times New Roman"/>
          <w:sz w:val="24"/>
          <w:szCs w:val="24"/>
        </w:rPr>
      </w:pPr>
      <w:r w:rsidRPr="009E5EF4">
        <w:rPr>
          <w:rFonts w:ascii="Times New Roman" w:hAnsi="Times New Roman"/>
          <w:sz w:val="24"/>
          <w:szCs w:val="24"/>
        </w:rPr>
        <w:t>Complete all homework and projects on time.</w:t>
      </w:r>
    </w:p>
    <w:p w:rsidR="00441317" w:rsidRPr="009E5EF4" w:rsidRDefault="00441317" w:rsidP="009E5EF4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9E5EF4">
        <w:rPr>
          <w:rFonts w:ascii="Times New Roman" w:hAnsi="Times New Roman"/>
          <w:sz w:val="24"/>
          <w:szCs w:val="24"/>
        </w:rPr>
        <w:t>Study for tests &amp; quizzes- points will vary, and make them up when given the opportunity.</w:t>
      </w:r>
      <w:r w:rsidRPr="009E5EF4">
        <w:rPr>
          <w:rFonts w:ascii="Times New Roman" w:hAnsi="Times New Roman"/>
          <w:b/>
          <w:bCs/>
          <w:color w:val="000000"/>
          <w:sz w:val="24"/>
          <w:szCs w:val="24"/>
        </w:rPr>
        <w:tab/>
      </w:r>
    </w:p>
    <w:p w:rsidR="00441317" w:rsidRPr="009E5EF4" w:rsidRDefault="00441317" w:rsidP="00B01F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E5EF4">
        <w:rPr>
          <w:rFonts w:ascii="Times New Roman" w:hAnsi="Times New Roman"/>
          <w:sz w:val="24"/>
          <w:szCs w:val="24"/>
        </w:rPr>
        <w:t xml:space="preserve"> </w:t>
      </w:r>
    </w:p>
    <w:p w:rsidR="00441317" w:rsidRPr="009E5EF4" w:rsidRDefault="00441317" w:rsidP="002F14E7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9E5EF4">
        <w:rPr>
          <w:rFonts w:ascii="Times New Roman" w:hAnsi="Times New Roman"/>
          <w:sz w:val="24"/>
          <w:szCs w:val="24"/>
        </w:rPr>
        <w:tab/>
        <w:t>Do your best all the time and work hard.</w:t>
      </w:r>
    </w:p>
    <w:sectPr w:rsidR="00441317" w:rsidRPr="009E5EF4" w:rsidSect="008423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DAGKOJ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1F0D"/>
    <w:rsid w:val="00002321"/>
    <w:rsid w:val="00055D82"/>
    <w:rsid w:val="000B1A62"/>
    <w:rsid w:val="001159B8"/>
    <w:rsid w:val="001D1873"/>
    <w:rsid w:val="00201C8A"/>
    <w:rsid w:val="00290882"/>
    <w:rsid w:val="002C4247"/>
    <w:rsid w:val="002F14E7"/>
    <w:rsid w:val="00441317"/>
    <w:rsid w:val="004C1D12"/>
    <w:rsid w:val="00500A13"/>
    <w:rsid w:val="006C0342"/>
    <w:rsid w:val="007B5657"/>
    <w:rsid w:val="007F3AD4"/>
    <w:rsid w:val="008423C2"/>
    <w:rsid w:val="009A226B"/>
    <w:rsid w:val="009E5EF4"/>
    <w:rsid w:val="00A870EA"/>
    <w:rsid w:val="00B01F0D"/>
    <w:rsid w:val="00BB7589"/>
    <w:rsid w:val="00BC0B76"/>
    <w:rsid w:val="00C6623E"/>
    <w:rsid w:val="00CB0680"/>
    <w:rsid w:val="00CC46E9"/>
    <w:rsid w:val="00CD326E"/>
    <w:rsid w:val="00D2711C"/>
    <w:rsid w:val="00D315C7"/>
    <w:rsid w:val="00D6731A"/>
    <w:rsid w:val="00D727E4"/>
    <w:rsid w:val="00EA38A9"/>
    <w:rsid w:val="00ED3F63"/>
    <w:rsid w:val="00F52117"/>
    <w:rsid w:val="00FB68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laceNam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3C2"/>
    <w:pPr>
      <w:spacing w:after="200" w:line="276" w:lineRule="auto"/>
    </w:pPr>
  </w:style>
  <w:style w:type="paragraph" w:styleId="Heading1">
    <w:name w:val="heading 1"/>
    <w:basedOn w:val="Default"/>
    <w:next w:val="Default"/>
    <w:link w:val="Heading1Char"/>
    <w:uiPriority w:val="99"/>
    <w:qFormat/>
    <w:rsid w:val="00B01F0D"/>
    <w:pPr>
      <w:outlineLvl w:val="0"/>
    </w:pPr>
    <w:rPr>
      <w:rFonts w:cs="Times New Roman"/>
      <w:color w:val="auto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01F0D"/>
    <w:rPr>
      <w:rFonts w:ascii="DAGKOJ+TimesNewRoman,Bold" w:hAnsi="DAGKOJ+TimesNewRoman,Bold" w:cs="Times New Roman"/>
      <w:sz w:val="24"/>
      <w:szCs w:val="24"/>
    </w:rPr>
  </w:style>
  <w:style w:type="paragraph" w:customStyle="1" w:styleId="Default">
    <w:name w:val="Default"/>
    <w:uiPriority w:val="99"/>
    <w:rsid w:val="00B01F0D"/>
    <w:pPr>
      <w:autoSpaceDE w:val="0"/>
      <w:autoSpaceDN w:val="0"/>
      <w:adjustRightInd w:val="0"/>
    </w:pPr>
    <w:rPr>
      <w:rFonts w:ascii="DAGKOJ+TimesNewRoman,Bold" w:hAnsi="DAGKOJ+TimesNewRoman,Bold" w:cs="DAGKOJ+TimesNewRoman,Bold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1</Pages>
  <Words>246</Words>
  <Characters>1404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</dc:creator>
  <cp:keywords/>
  <dc:description/>
  <cp:lastModifiedBy>kristin.showalter</cp:lastModifiedBy>
  <cp:revision>5</cp:revision>
  <dcterms:created xsi:type="dcterms:W3CDTF">2008-08-09T16:39:00Z</dcterms:created>
  <dcterms:modified xsi:type="dcterms:W3CDTF">2008-08-20T22:52:00Z</dcterms:modified>
</cp:coreProperties>
</file>